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CF4F21" w14:textId="77777777" w:rsidR="00715117" w:rsidRDefault="00CF5D97">
      <w:pPr>
        <w:pStyle w:val="Standard"/>
        <w:jc w:val="center"/>
        <w:rPr>
          <w:b/>
          <w:bCs/>
        </w:rPr>
      </w:pPr>
      <w:r>
        <w:rPr>
          <w:b/>
          <w:bCs/>
        </w:rPr>
        <w:t>AJÁNLÁS TÉTEL,</w:t>
      </w:r>
    </w:p>
    <w:p w14:paraId="061B75D7" w14:textId="77777777" w:rsidR="00715117" w:rsidRDefault="00715117">
      <w:pPr>
        <w:pStyle w:val="Standard"/>
        <w:jc w:val="center"/>
        <w:rPr>
          <w:b/>
          <w:bCs/>
        </w:rPr>
      </w:pPr>
    </w:p>
    <w:p w14:paraId="66846C34" w14:textId="77777777" w:rsidR="00715117" w:rsidRDefault="00CF5D97">
      <w:pPr>
        <w:pStyle w:val="Standard"/>
        <w:jc w:val="center"/>
        <w:rPr>
          <w:b/>
          <w:bCs/>
        </w:rPr>
      </w:pPr>
      <w:r>
        <w:rPr>
          <w:b/>
          <w:bCs/>
        </w:rPr>
        <w:t>GÁDOROS NAGYKÖZSÉG KÉPVISELŐ TESTÜLETÉNEK,</w:t>
      </w:r>
    </w:p>
    <w:p w14:paraId="01380274" w14:textId="77777777" w:rsidR="00715117" w:rsidRDefault="00CF5D97">
      <w:pPr>
        <w:pStyle w:val="Standard"/>
        <w:jc w:val="center"/>
        <w:rPr>
          <w:b/>
          <w:bCs/>
        </w:rPr>
      </w:pPr>
      <w:r>
        <w:rPr>
          <w:b/>
          <w:bCs/>
        </w:rPr>
        <w:t>ÉRTÉKTÁR BIZOTTSÁGÁHOZ</w:t>
      </w:r>
    </w:p>
    <w:p w14:paraId="5CC2BD68" w14:textId="77777777" w:rsidR="00715117" w:rsidRDefault="00715117">
      <w:pPr>
        <w:pStyle w:val="Standard"/>
        <w:jc w:val="center"/>
        <w:rPr>
          <w:b/>
          <w:bCs/>
        </w:rPr>
      </w:pPr>
    </w:p>
    <w:p w14:paraId="35E93180" w14:textId="77777777" w:rsidR="00715117" w:rsidRDefault="00715117">
      <w:pPr>
        <w:pStyle w:val="Standard"/>
        <w:jc w:val="center"/>
        <w:rPr>
          <w:b/>
          <w:bCs/>
        </w:rPr>
      </w:pPr>
    </w:p>
    <w:p w14:paraId="4E1CBDF6" w14:textId="77777777" w:rsidR="00715117" w:rsidRDefault="00CF5D97">
      <w:pPr>
        <w:pStyle w:val="Standard"/>
        <w:jc w:val="center"/>
        <w:rPr>
          <w:b/>
          <w:bCs/>
        </w:rPr>
      </w:pPr>
      <w:r>
        <w:rPr>
          <w:b/>
          <w:bCs/>
        </w:rPr>
        <w:t>Tisztelt Bizottság!</w:t>
      </w:r>
    </w:p>
    <w:p w14:paraId="3FB064A1" w14:textId="77777777" w:rsidR="00715117" w:rsidRDefault="00715117">
      <w:pPr>
        <w:pStyle w:val="Standard"/>
        <w:jc w:val="center"/>
        <w:rPr>
          <w:b/>
          <w:bCs/>
        </w:rPr>
      </w:pPr>
    </w:p>
    <w:p w14:paraId="6D113B4B" w14:textId="77777777" w:rsidR="00715117" w:rsidRDefault="00CF5D97">
      <w:pPr>
        <w:pStyle w:val="Standard"/>
        <w:jc w:val="center"/>
        <w:rPr>
          <w:b/>
          <w:bCs/>
        </w:rPr>
      </w:pPr>
      <w:r>
        <w:rPr>
          <w:b/>
          <w:bCs/>
        </w:rPr>
        <w:t xml:space="preserve">A </w:t>
      </w:r>
      <w:proofErr w:type="spellStart"/>
      <w:r>
        <w:rPr>
          <w:b/>
          <w:bCs/>
        </w:rPr>
        <w:t>lentiekben</w:t>
      </w:r>
      <w:proofErr w:type="spellEnd"/>
      <w:r>
        <w:rPr>
          <w:b/>
          <w:bCs/>
        </w:rPr>
        <w:t xml:space="preserve"> ajánlást teszek Önök felé arra, hogy Gádoros Nagyközség Helyi Értéktárába szíveskedjenek felvenni, az</w:t>
      </w:r>
    </w:p>
    <w:p w14:paraId="491C9F09" w14:textId="77777777" w:rsidR="00715117" w:rsidRDefault="00CF5D97">
      <w:pPr>
        <w:pStyle w:val="Standard"/>
        <w:jc w:val="center"/>
        <w:rPr>
          <w:b/>
          <w:bCs/>
        </w:rPr>
      </w:pPr>
      <w:r>
        <w:rPr>
          <w:b/>
          <w:bCs/>
        </w:rPr>
        <w:t xml:space="preserve">Orosháza </w:t>
      </w:r>
      <w:r>
        <w:rPr>
          <w:b/>
          <w:bCs/>
        </w:rPr>
        <w:t>irányából, Gádorosra bevezető, Fő utca elején, jobb oldalon állított</w:t>
      </w:r>
    </w:p>
    <w:p w14:paraId="6A0E0099" w14:textId="77777777" w:rsidR="00715117" w:rsidRDefault="00CF5D97">
      <w:pPr>
        <w:pStyle w:val="Standard"/>
        <w:jc w:val="center"/>
        <w:rPr>
          <w:b/>
          <w:bCs/>
        </w:rPr>
      </w:pPr>
      <w:r>
        <w:rPr>
          <w:b/>
          <w:bCs/>
        </w:rPr>
        <w:t xml:space="preserve"> Jézus Krisztus Feszületet.</w:t>
      </w:r>
    </w:p>
    <w:p w14:paraId="3639CFBD" w14:textId="77777777" w:rsidR="00715117" w:rsidRDefault="00CF5D97">
      <w:pPr>
        <w:pStyle w:val="Standard"/>
        <w:jc w:val="center"/>
        <w:rPr>
          <w:b/>
          <w:bCs/>
        </w:rPr>
      </w:pPr>
      <w:r>
        <w:rPr>
          <w:b/>
          <w:bCs/>
        </w:rPr>
        <w:t>Keresztet</w:t>
      </w:r>
    </w:p>
    <w:p w14:paraId="62E35D8D" w14:textId="77777777" w:rsidR="00715117" w:rsidRDefault="00715117">
      <w:pPr>
        <w:pStyle w:val="Standard"/>
        <w:jc w:val="center"/>
        <w:rPr>
          <w:b/>
          <w:bCs/>
        </w:rPr>
      </w:pPr>
    </w:p>
    <w:p w14:paraId="4788C689" w14:textId="77777777" w:rsidR="00715117" w:rsidRDefault="00CF5D97">
      <w:pPr>
        <w:pStyle w:val="Standard"/>
        <w:jc w:val="center"/>
        <w:rPr>
          <w:b/>
          <w:bCs/>
        </w:rPr>
      </w:pPr>
      <w:r>
        <w:rPr>
          <w:b/>
          <w:bCs/>
        </w:rPr>
        <w:t>E kérésem indoklom azzal, hogy vallási hitéletünk egyik központi személye, Jézus Krisztus, az</w:t>
      </w:r>
    </w:p>
    <w:p w14:paraId="65354737" w14:textId="77777777" w:rsidR="00715117" w:rsidRDefault="00CF5D97">
      <w:pPr>
        <w:pStyle w:val="Standard"/>
        <w:jc w:val="center"/>
        <w:rPr>
          <w:b/>
          <w:bCs/>
        </w:rPr>
      </w:pPr>
      <w:r>
        <w:rPr>
          <w:b/>
          <w:bCs/>
        </w:rPr>
        <w:t xml:space="preserve"> Isten fia.</w:t>
      </w:r>
    </w:p>
    <w:p w14:paraId="47F9F3D4" w14:textId="77777777" w:rsidR="00715117" w:rsidRDefault="00715117">
      <w:pPr>
        <w:pStyle w:val="Standard"/>
        <w:jc w:val="center"/>
        <w:rPr>
          <w:b/>
          <w:bCs/>
        </w:rPr>
      </w:pPr>
    </w:p>
    <w:p w14:paraId="5B0BE69A" w14:textId="77777777" w:rsidR="00715117" w:rsidRDefault="00CF5D97">
      <w:pPr>
        <w:pStyle w:val="Standard"/>
        <w:jc w:val="center"/>
        <w:rPr>
          <w:b/>
          <w:bCs/>
        </w:rPr>
      </w:pPr>
      <w:r>
        <w:rPr>
          <w:b/>
          <w:bCs/>
        </w:rPr>
        <w:t>Magyarország több mint ezer éve e hitben él! E hitben remél, e hitben növekszik.</w:t>
      </w:r>
    </w:p>
    <w:p w14:paraId="729A92EF" w14:textId="77777777" w:rsidR="00715117" w:rsidRDefault="00CF5D97">
      <w:pPr>
        <w:pStyle w:val="Standard"/>
        <w:jc w:val="center"/>
        <w:rPr>
          <w:b/>
          <w:bCs/>
        </w:rPr>
      </w:pPr>
      <w:r>
        <w:rPr>
          <w:b/>
          <w:bCs/>
        </w:rPr>
        <w:t xml:space="preserve">E- meggyőződésben,  </w:t>
      </w:r>
    </w:p>
    <w:p w14:paraId="2F03D7BB" w14:textId="77777777" w:rsidR="00715117" w:rsidRDefault="00CF5D97">
      <w:pPr>
        <w:pStyle w:val="Standard"/>
        <w:jc w:val="center"/>
        <w:rPr>
          <w:b/>
          <w:bCs/>
        </w:rPr>
      </w:pPr>
      <w:r>
        <w:rPr>
          <w:b/>
          <w:bCs/>
        </w:rPr>
        <w:t xml:space="preserve"> a mi községünkben, 2018 évében, megépítésre került, az első közterületen álló, megfeszített</w:t>
      </w:r>
    </w:p>
    <w:p w14:paraId="4177F2FB" w14:textId="77777777" w:rsidR="00715117" w:rsidRDefault="00CF5D97">
      <w:pPr>
        <w:pStyle w:val="Standard"/>
        <w:jc w:val="center"/>
        <w:rPr>
          <w:b/>
          <w:bCs/>
        </w:rPr>
      </w:pPr>
      <w:r>
        <w:rPr>
          <w:b/>
          <w:bCs/>
        </w:rPr>
        <w:t xml:space="preserve"> Jézus Krisztust ábrázoló, Feszület.</w:t>
      </w:r>
    </w:p>
    <w:p w14:paraId="31B15D0D" w14:textId="77777777" w:rsidR="00715117" w:rsidRDefault="00715117">
      <w:pPr>
        <w:pStyle w:val="Standard"/>
        <w:jc w:val="center"/>
        <w:rPr>
          <w:b/>
          <w:bCs/>
        </w:rPr>
      </w:pPr>
    </w:p>
    <w:p w14:paraId="7C4B9BB4" w14:textId="77777777" w:rsidR="00715117" w:rsidRDefault="00715117">
      <w:pPr>
        <w:pStyle w:val="Standard"/>
        <w:jc w:val="center"/>
        <w:rPr>
          <w:b/>
          <w:bCs/>
        </w:rPr>
      </w:pPr>
    </w:p>
    <w:p w14:paraId="7BA13C60" w14:textId="77777777" w:rsidR="00715117" w:rsidRDefault="00CF5D97">
      <w:pPr>
        <w:pStyle w:val="Standard"/>
        <w:jc w:val="center"/>
        <w:rPr>
          <w:b/>
          <w:bCs/>
        </w:rPr>
      </w:pPr>
      <w:r>
        <w:rPr>
          <w:b/>
          <w:bCs/>
        </w:rPr>
        <w:t xml:space="preserve">E Feszület, a hitükben valóban élő Isten felé </w:t>
      </w:r>
      <w:proofErr w:type="spellStart"/>
      <w:r>
        <w:rPr>
          <w:b/>
          <w:bCs/>
        </w:rPr>
        <w:t>tanusított</w:t>
      </w:r>
      <w:proofErr w:type="spellEnd"/>
      <w:r>
        <w:rPr>
          <w:b/>
          <w:bCs/>
        </w:rPr>
        <w:t xml:space="preserve"> tisztelettel, szeretettel, az itt élő gádorosi emberek adományaiból jött létre, Gádoros Nagyközség Önkormányzatának vezetésével.  </w:t>
      </w:r>
    </w:p>
    <w:p w14:paraId="739635F8" w14:textId="77777777" w:rsidR="00715117" w:rsidRDefault="00715117">
      <w:pPr>
        <w:pStyle w:val="Standard"/>
        <w:jc w:val="center"/>
        <w:rPr>
          <w:b/>
          <w:bCs/>
        </w:rPr>
      </w:pPr>
    </w:p>
    <w:p w14:paraId="64A1581D" w14:textId="77777777" w:rsidR="00715117" w:rsidRDefault="00CF5D97">
      <w:pPr>
        <w:pStyle w:val="Standard"/>
        <w:jc w:val="center"/>
        <w:rPr>
          <w:b/>
          <w:bCs/>
        </w:rPr>
      </w:pPr>
      <w:r>
        <w:rPr>
          <w:b/>
          <w:bCs/>
        </w:rPr>
        <w:t xml:space="preserve">Az itt élő </w:t>
      </w:r>
      <w:proofErr w:type="spellStart"/>
      <w:r>
        <w:rPr>
          <w:b/>
          <w:bCs/>
        </w:rPr>
        <w:t>elődeink</w:t>
      </w:r>
      <w:proofErr w:type="spellEnd"/>
      <w:r>
        <w:rPr>
          <w:b/>
          <w:bCs/>
        </w:rPr>
        <w:t xml:space="preserve">, e keresztség szeretetében éltek, e </w:t>
      </w:r>
      <w:proofErr w:type="spellStart"/>
      <w:r>
        <w:rPr>
          <w:b/>
          <w:bCs/>
        </w:rPr>
        <w:t>kersztségben</w:t>
      </w:r>
      <w:proofErr w:type="spellEnd"/>
      <w:r>
        <w:rPr>
          <w:b/>
          <w:bCs/>
        </w:rPr>
        <w:t xml:space="preserve"> reméltek, bíztak, </w:t>
      </w:r>
      <w:proofErr w:type="spellStart"/>
      <w:r>
        <w:rPr>
          <w:b/>
          <w:bCs/>
        </w:rPr>
        <w:t>vígasztalódtak</w:t>
      </w:r>
      <w:proofErr w:type="spellEnd"/>
      <w:r>
        <w:rPr>
          <w:b/>
          <w:bCs/>
        </w:rPr>
        <w:t xml:space="preserve">, és e keresztségben hagyták itt a földi létet.   </w:t>
      </w:r>
    </w:p>
    <w:p w14:paraId="1CBE3577" w14:textId="77777777" w:rsidR="00715117" w:rsidRDefault="00CF5D97">
      <w:pPr>
        <w:pStyle w:val="Standard"/>
        <w:jc w:val="center"/>
        <w:rPr>
          <w:b/>
          <w:bCs/>
        </w:rPr>
      </w:pPr>
      <w:r>
        <w:rPr>
          <w:b/>
          <w:bCs/>
        </w:rPr>
        <w:t xml:space="preserve">E </w:t>
      </w:r>
      <w:proofErr w:type="spellStart"/>
      <w:r>
        <w:rPr>
          <w:b/>
          <w:bCs/>
        </w:rPr>
        <w:t>kersztség</w:t>
      </w:r>
      <w:proofErr w:type="spellEnd"/>
      <w:r>
        <w:rPr>
          <w:b/>
          <w:bCs/>
        </w:rPr>
        <w:t xml:space="preserve"> hitében nyújtsuk, Isten védő oltalmába gyermekeinket, amikor keresztségért visszük őket, az Isten házába.</w:t>
      </w:r>
    </w:p>
    <w:p w14:paraId="4815E368" w14:textId="77777777" w:rsidR="00715117" w:rsidRDefault="00715117">
      <w:pPr>
        <w:pStyle w:val="Standard"/>
        <w:jc w:val="center"/>
        <w:rPr>
          <w:b/>
          <w:bCs/>
        </w:rPr>
      </w:pPr>
    </w:p>
    <w:p w14:paraId="0AC1EA12" w14:textId="77777777" w:rsidR="00715117" w:rsidRDefault="00CF5D97">
      <w:pPr>
        <w:pStyle w:val="Standard"/>
        <w:jc w:val="center"/>
        <w:rPr>
          <w:b/>
          <w:bCs/>
        </w:rPr>
      </w:pPr>
      <w:r>
        <w:rPr>
          <w:b/>
          <w:bCs/>
        </w:rPr>
        <w:t>E Keresztség életünkben a kezdet, és a vég.</w:t>
      </w:r>
    </w:p>
    <w:p w14:paraId="4C3D6D7C" w14:textId="77777777" w:rsidR="00715117" w:rsidRDefault="00CF5D97">
      <w:pPr>
        <w:pStyle w:val="Standard"/>
        <w:jc w:val="center"/>
        <w:rPr>
          <w:b/>
          <w:bCs/>
        </w:rPr>
      </w:pPr>
      <w:r>
        <w:rPr>
          <w:b/>
          <w:bCs/>
        </w:rPr>
        <w:t>Benne az ÉLŐ HITTEL.</w:t>
      </w:r>
    </w:p>
    <w:p w14:paraId="6B9E09AF" w14:textId="77777777" w:rsidR="00715117" w:rsidRDefault="00715117">
      <w:pPr>
        <w:pStyle w:val="Standard"/>
        <w:jc w:val="center"/>
        <w:rPr>
          <w:b/>
          <w:bCs/>
        </w:rPr>
      </w:pPr>
    </w:p>
    <w:p w14:paraId="28E65E09" w14:textId="77777777" w:rsidR="00715117" w:rsidRDefault="00CF5D97">
      <w:pPr>
        <w:pStyle w:val="Standard"/>
        <w:jc w:val="center"/>
      </w:pPr>
      <w:r>
        <w:rPr>
          <w:rFonts w:ascii="Segoe UI Historic" w:hAnsi="Segoe UI Historic"/>
          <w:b/>
          <w:bCs/>
          <w:color w:val="050505"/>
        </w:rPr>
        <w:t xml:space="preserve">A Kereszt a Nemzet megmaradásának </w:t>
      </w:r>
      <w:proofErr w:type="spellStart"/>
      <w:r>
        <w:rPr>
          <w:rFonts w:ascii="Segoe UI Historic" w:hAnsi="Segoe UI Historic"/>
          <w:b/>
          <w:bCs/>
          <w:color w:val="050505"/>
        </w:rPr>
        <w:t>záloga</w:t>
      </w:r>
      <w:proofErr w:type="spellEnd"/>
      <w:r>
        <w:rPr>
          <w:rFonts w:ascii="Segoe UI Historic" w:hAnsi="Segoe UI Historic"/>
          <w:b/>
          <w:bCs/>
          <w:color w:val="050505"/>
        </w:rPr>
        <w:t>.</w:t>
      </w:r>
    </w:p>
    <w:p w14:paraId="28B242A2" w14:textId="77777777" w:rsidR="00715117" w:rsidRDefault="00715117">
      <w:pPr>
        <w:pStyle w:val="Standard"/>
        <w:jc w:val="center"/>
        <w:rPr>
          <w:b/>
          <w:bCs/>
        </w:rPr>
      </w:pPr>
    </w:p>
    <w:p w14:paraId="59B2FFA4" w14:textId="77777777" w:rsidR="00715117" w:rsidRDefault="00715117">
      <w:pPr>
        <w:pStyle w:val="Standard"/>
        <w:jc w:val="center"/>
        <w:rPr>
          <w:b/>
          <w:bCs/>
        </w:rPr>
      </w:pPr>
    </w:p>
    <w:p w14:paraId="430618A9" w14:textId="77777777" w:rsidR="00715117" w:rsidRDefault="00CF5D97">
      <w:pPr>
        <w:pStyle w:val="Standard"/>
        <w:jc w:val="center"/>
        <w:rPr>
          <w:b/>
          <w:bCs/>
        </w:rPr>
      </w:pPr>
      <w:r>
        <w:rPr>
          <w:b/>
          <w:bCs/>
        </w:rPr>
        <w:t>Tisztelt Értéktár Bizottság. A fentiek tekintetében, tisztelettel kérem Önöket arra, hogy e szakrális teret, JÉZUS FESZÜLETET szíveskedjenek Gádoros Értéktárába venni.</w:t>
      </w:r>
    </w:p>
    <w:p w14:paraId="5BECDC51" w14:textId="77777777" w:rsidR="00715117" w:rsidRDefault="00715117">
      <w:pPr>
        <w:pStyle w:val="Standard"/>
        <w:jc w:val="center"/>
        <w:rPr>
          <w:b/>
          <w:bCs/>
        </w:rPr>
      </w:pPr>
    </w:p>
    <w:p w14:paraId="28CCEFDC" w14:textId="77777777" w:rsidR="00715117" w:rsidRDefault="00715117">
      <w:pPr>
        <w:pStyle w:val="Standard"/>
        <w:jc w:val="center"/>
        <w:rPr>
          <w:b/>
          <w:bCs/>
        </w:rPr>
      </w:pPr>
    </w:p>
    <w:p w14:paraId="591A9BFE" w14:textId="77777777" w:rsidR="00715117" w:rsidRDefault="00CF5D97">
      <w:pPr>
        <w:pStyle w:val="Standard"/>
        <w:jc w:val="center"/>
        <w:rPr>
          <w:b/>
          <w:bCs/>
        </w:rPr>
      </w:pPr>
      <w:r>
        <w:rPr>
          <w:b/>
          <w:bCs/>
        </w:rPr>
        <w:t>Tisztelettel</w:t>
      </w:r>
    </w:p>
    <w:p w14:paraId="6CDF4DA4" w14:textId="77777777" w:rsidR="00715117" w:rsidRDefault="00CF5D97">
      <w:pPr>
        <w:pStyle w:val="Standard"/>
        <w:jc w:val="center"/>
        <w:rPr>
          <w:b/>
          <w:bCs/>
        </w:rPr>
      </w:pPr>
      <w:r>
        <w:rPr>
          <w:b/>
          <w:bCs/>
        </w:rPr>
        <w:t>Farkas Zita</w:t>
      </w:r>
    </w:p>
    <w:p w14:paraId="4DB27BC5" w14:textId="77777777" w:rsidR="00715117" w:rsidRDefault="00CF5D97">
      <w:pPr>
        <w:pStyle w:val="Standard"/>
        <w:jc w:val="center"/>
        <w:rPr>
          <w:b/>
          <w:bCs/>
        </w:rPr>
      </w:pPr>
      <w:r>
        <w:rPr>
          <w:b/>
          <w:bCs/>
        </w:rPr>
        <w:t>Gádoros, Arany János utca 16</w:t>
      </w:r>
    </w:p>
    <w:p w14:paraId="534323AF" w14:textId="77777777" w:rsidR="00715117" w:rsidRDefault="00CF5D97">
      <w:pPr>
        <w:pStyle w:val="Standard"/>
        <w:jc w:val="center"/>
        <w:rPr>
          <w:b/>
          <w:bCs/>
        </w:rPr>
      </w:pPr>
      <w:r>
        <w:rPr>
          <w:b/>
          <w:bCs/>
        </w:rPr>
        <w:t xml:space="preserve"> </w:t>
      </w:r>
    </w:p>
    <w:p w14:paraId="51BCD8B9" w14:textId="77777777" w:rsidR="00715117" w:rsidRDefault="00715117">
      <w:pPr>
        <w:pStyle w:val="Standard"/>
        <w:jc w:val="center"/>
        <w:rPr>
          <w:b/>
          <w:bCs/>
          <w:color w:val="000000"/>
          <w:sz w:val="26"/>
          <w:szCs w:val="26"/>
        </w:rPr>
      </w:pPr>
    </w:p>
    <w:p w14:paraId="54D31D7A" w14:textId="77777777" w:rsidR="00715117" w:rsidRDefault="00CF5D97">
      <w:pPr>
        <w:pStyle w:val="Standard"/>
        <w:jc w:val="center"/>
        <w:rPr>
          <w:b/>
          <w:bCs/>
          <w:color w:val="000000"/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 xml:space="preserve">2024. </w:t>
      </w:r>
      <w:proofErr w:type="gramStart"/>
      <w:r>
        <w:rPr>
          <w:b/>
          <w:bCs/>
          <w:color w:val="000000"/>
          <w:sz w:val="26"/>
          <w:szCs w:val="26"/>
        </w:rPr>
        <w:t>Július</w:t>
      </w:r>
      <w:proofErr w:type="gramEnd"/>
      <w:r>
        <w:rPr>
          <w:b/>
          <w:bCs/>
          <w:color w:val="000000"/>
          <w:sz w:val="26"/>
          <w:szCs w:val="26"/>
        </w:rPr>
        <w:t xml:space="preserve"> 04.</w:t>
      </w:r>
    </w:p>
    <w:p w14:paraId="421EBD38" w14:textId="77777777" w:rsidR="00715117" w:rsidRDefault="00CF5D97">
      <w:pPr>
        <w:pStyle w:val="Standard"/>
        <w:jc w:val="center"/>
        <w:rPr>
          <w:b/>
          <w:bCs/>
          <w:color w:val="000000"/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>Gádoros</w:t>
      </w:r>
    </w:p>
    <w:p w14:paraId="304DD666" w14:textId="77777777" w:rsidR="00715117" w:rsidRDefault="00715117">
      <w:pPr>
        <w:pStyle w:val="Standard"/>
        <w:jc w:val="center"/>
        <w:rPr>
          <w:b/>
          <w:bCs/>
          <w:color w:val="000000"/>
          <w:sz w:val="26"/>
          <w:szCs w:val="26"/>
        </w:rPr>
      </w:pPr>
    </w:p>
    <w:p w14:paraId="3526E4B7" w14:textId="77777777" w:rsidR="00715117" w:rsidRDefault="00715117">
      <w:pPr>
        <w:pStyle w:val="Standard"/>
        <w:jc w:val="center"/>
        <w:rPr>
          <w:b/>
          <w:bCs/>
          <w:color w:val="000000"/>
          <w:sz w:val="26"/>
          <w:szCs w:val="26"/>
        </w:rPr>
      </w:pPr>
    </w:p>
    <w:sectPr w:rsidR="00715117"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2D7BA4" w14:textId="77777777" w:rsidR="00CF5D97" w:rsidRDefault="00CF5D97">
      <w:r>
        <w:separator/>
      </w:r>
    </w:p>
  </w:endnote>
  <w:endnote w:type="continuationSeparator" w:id="0">
    <w:p w14:paraId="77F81C16" w14:textId="77777777" w:rsidR="00CF5D97" w:rsidRDefault="00CF5D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dale Sans UI">
    <w:altName w:val="Cambria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Historic">
    <w:panose1 w:val="020B0502040204020203"/>
    <w:charset w:val="00"/>
    <w:family w:val="swiss"/>
    <w:pitch w:val="variable"/>
    <w:sig w:usb0="800001EF" w:usb1="02000002" w:usb2="0060C08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464A1A" w14:textId="77777777" w:rsidR="00CF5D97" w:rsidRDefault="00CF5D97">
      <w:r>
        <w:rPr>
          <w:color w:val="000000"/>
        </w:rPr>
        <w:separator/>
      </w:r>
    </w:p>
  </w:footnote>
  <w:footnote w:type="continuationSeparator" w:id="0">
    <w:p w14:paraId="02B8F47B" w14:textId="77777777" w:rsidR="00CF5D97" w:rsidRDefault="00CF5D9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06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useWord2013TrackBottomHyphenation" w:uri="http://schemas.microsoft.com/office/word" w:val="1"/>
  </w:compat>
  <w:rsids>
    <w:rsidRoot w:val="00715117"/>
    <w:rsid w:val="00715117"/>
    <w:rsid w:val="009855FD"/>
    <w:rsid w:val="00CF5D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406C67"/>
  <w15:docId w15:val="{121D0404-87C0-4272-8184-5052E40535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Andale Sans UI" w:hAnsi="Times New Roman" w:cs="Tahoma"/>
        <w:kern w:val="3"/>
        <w:sz w:val="24"/>
        <w:szCs w:val="24"/>
        <w:lang w:val="hu-HU" w:eastAsia="hu-HU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pPr>
      <w:suppressAutoHyphens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</w:style>
  <w:style w:type="paragraph" w:styleId="Kpalrs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190</Words>
  <Characters>1312</Characters>
  <Application>Microsoft Office Word</Application>
  <DocSecurity>0</DocSecurity>
  <Lines>10</Lines>
  <Paragraphs>2</Paragraphs>
  <ScaleCrop>false</ScaleCrop>
  <Company/>
  <LinksUpToDate>false</LinksUpToDate>
  <CharactersWithSpaces>1500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Németh Lászlóné</dc:creator>
  <cp:lastModifiedBy>Németh Lászlóné</cp:lastModifiedBy>
  <cp:revision>2</cp:revision>
  <dcterms:created xsi:type="dcterms:W3CDTF">2024-07-08T12:29:00Z</dcterms:created>
  <dcterms:modified xsi:type="dcterms:W3CDTF">2024-07-08T12:29:00Z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